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078E1-7A4F-4B87-B014-BE90DCA805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